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AF8CDAF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061FCD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0011B2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1F6834" w:rsidRPr="00EB137C">
        <w:rPr>
          <w:rFonts w:cstheme="minorHAnsi"/>
          <w:noProof/>
          <w:szCs w:val="18"/>
          <w:lang w:eastAsia="pl-PL"/>
        </w:rPr>
        <w:t>POST/DYS/OW/GZ/00176/2026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1F6834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EAEAA69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1F6834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76F17A7D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1F6834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4A44EBF8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1F6834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1F6834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7F3E8F0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1F6834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1F6834" w:rsidRPr="00EB137C">
        <w:rPr>
          <w:rFonts w:cstheme="minorHAnsi"/>
          <w:b/>
          <w:noProof/>
        </w:rPr>
        <w:t>POST/DYS/OW/GZ/00176/2026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12F3B276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F6834" w:rsidRPr="00EB137C">
        <w:rPr>
          <w:rFonts w:cstheme="minorHAnsi"/>
          <w:noProof/>
          <w:lang w:eastAsia="pl-PL"/>
        </w:rPr>
        <w:t>POST/DYS/OW/GZ/00176/2026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F6834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F98B1DB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F6834" w:rsidRPr="00EB137C">
        <w:rPr>
          <w:rFonts w:cstheme="minorHAnsi"/>
          <w:noProof/>
          <w:lang w:eastAsia="pl-PL"/>
        </w:rPr>
        <w:t>POST/DYS/OW/GZ/00176/2026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F6834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D5C8D53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1F6834" w:rsidRPr="00EB137C">
        <w:rPr>
          <w:rFonts w:cstheme="minorHAnsi"/>
          <w:noProof/>
          <w:lang w:eastAsia="pl-PL"/>
        </w:rPr>
        <w:t>POST/DYS/OW/GZ/00176/2026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1F6834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56B7700E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F6834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nr R7: Gmina Lesznowola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582E817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F6834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POST/DYS/OW/GZ/00176/2026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1FCD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3262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4735"/>
    <w:rsid w:val="00D24D93"/>
    <w:rsid w:val="00D25215"/>
    <w:rsid w:val="00D516C1"/>
    <w:rsid w:val="00D6344F"/>
    <w:rsid w:val="00D80E4A"/>
    <w:rsid w:val="00D811C8"/>
    <w:rsid w:val="00D86929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176_zał nr 4, 6, 7, 8, 11 do SWZ.docx</dmsv2BaseFileName>
    <dmsv2BaseDisplayName xmlns="http://schemas.microsoft.com/sharepoint/v3">176_zał nr 4, 6, 7, 8, 11 do SWZ</dmsv2BaseDisplayName>
    <dmsv2SWPP2ObjectNumber xmlns="http://schemas.microsoft.com/sharepoint/v3">POST/DYS/OW/GZ/00176/2026                         </dmsv2SWPP2ObjectNumber>
    <dmsv2SWPP2SumMD5 xmlns="http://schemas.microsoft.com/sharepoint/v3">7e616e9dba2579b1c6944e40bbf52c9f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24187025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JEUP5JKVCYQC-1398355148-10610</_dlc_DocId>
    <_dlc_DocIdUrl xmlns="a19cb1c7-c5c7-46d4-85ae-d83685407bba">
      <Url>https://swpp2.dms.gkpge.pl/sites/41/_layouts/15/DocIdRedir.aspx?ID=JEUP5JKVCYQC-1398355148-10610</Url>
      <Description>JEUP5JKVCYQC-1398355148-10610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8C15D7-5DD6-4BD5-9D53-F2F72A7FED52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15D91B-7DC8-411D-924C-032C40553B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5181</Words>
  <Characters>31087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2026-01-26T08:44:00Z</dcterms:created>
  <dcterms:modified xsi:type="dcterms:W3CDTF">2026-01-26T08:51:00Z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e1f9a2ac-cdef-408e-934a-a9d4b0280c25</vt:lpwstr>
  </property>
</Properties>
</file>